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AA047D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57B180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E54F473" w14:textId="475DF2EC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342FCC" w:rsidRPr="00342FCC">
        <w:rPr>
          <w:rFonts w:ascii="Corbel" w:hAnsi="Corbel"/>
          <w:smallCaps/>
          <w:sz w:val="24"/>
          <w:szCs w:val="24"/>
        </w:rPr>
        <w:t>202</w:t>
      </w:r>
      <w:r w:rsidR="00E92A2B">
        <w:rPr>
          <w:rFonts w:ascii="Corbel" w:hAnsi="Corbel"/>
          <w:smallCaps/>
          <w:sz w:val="24"/>
          <w:szCs w:val="24"/>
        </w:rPr>
        <w:t>2</w:t>
      </w:r>
      <w:r w:rsidR="00342FCC" w:rsidRPr="00342FCC">
        <w:rPr>
          <w:rFonts w:ascii="Corbel" w:hAnsi="Corbel"/>
          <w:smallCaps/>
          <w:sz w:val="24"/>
          <w:szCs w:val="24"/>
        </w:rPr>
        <w:t>-202</w:t>
      </w:r>
      <w:r w:rsidR="00DA0BDA">
        <w:rPr>
          <w:rFonts w:ascii="Corbel" w:hAnsi="Corbel"/>
          <w:smallCaps/>
          <w:sz w:val="24"/>
          <w:szCs w:val="24"/>
        </w:rPr>
        <w:t>5</w:t>
      </w:r>
    </w:p>
    <w:p w14:paraId="6C328CA8" w14:textId="0BDBD0C3" w:rsidR="006702ED" w:rsidRPr="00EA4832" w:rsidRDefault="00445970" w:rsidP="00342FC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14BF2656">
        <w:rPr>
          <w:rFonts w:ascii="Corbel" w:hAnsi="Corbel"/>
          <w:sz w:val="20"/>
          <w:szCs w:val="20"/>
        </w:rPr>
        <w:t>Rok akademicki</w:t>
      </w:r>
      <w:r w:rsidR="00342FCC" w:rsidRPr="14BF2656">
        <w:rPr>
          <w:rFonts w:ascii="Corbel" w:hAnsi="Corbel"/>
          <w:sz w:val="20"/>
          <w:szCs w:val="20"/>
        </w:rPr>
        <w:t>:</w:t>
      </w:r>
      <w:r w:rsidRPr="14BF2656">
        <w:rPr>
          <w:rFonts w:ascii="Corbel" w:hAnsi="Corbel"/>
          <w:sz w:val="20"/>
          <w:szCs w:val="20"/>
        </w:rPr>
        <w:t xml:space="preserve"> </w:t>
      </w:r>
      <w:r w:rsidR="006702ED" w:rsidRPr="14BF2656">
        <w:rPr>
          <w:rFonts w:ascii="Corbel" w:hAnsi="Corbel"/>
          <w:sz w:val="20"/>
          <w:szCs w:val="20"/>
        </w:rPr>
        <w:t>202</w:t>
      </w:r>
      <w:r w:rsidR="00E92A2B">
        <w:rPr>
          <w:rFonts w:ascii="Corbel" w:hAnsi="Corbel"/>
          <w:sz w:val="20"/>
          <w:szCs w:val="20"/>
        </w:rPr>
        <w:t>3</w:t>
      </w:r>
      <w:r w:rsidR="006702ED" w:rsidRPr="14BF2656">
        <w:rPr>
          <w:rFonts w:ascii="Corbel" w:hAnsi="Corbel"/>
          <w:sz w:val="20"/>
          <w:szCs w:val="20"/>
        </w:rPr>
        <w:t>/202</w:t>
      </w:r>
      <w:r w:rsidR="00E92A2B">
        <w:rPr>
          <w:rFonts w:ascii="Corbel" w:hAnsi="Corbel"/>
          <w:sz w:val="20"/>
          <w:szCs w:val="20"/>
        </w:rPr>
        <w:t>4</w:t>
      </w:r>
    </w:p>
    <w:p w14:paraId="6A4B01A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A8BC1AE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F4CDABD" w14:textId="77777777" w:rsidTr="4BB019A2">
        <w:tc>
          <w:tcPr>
            <w:tcW w:w="2694" w:type="dxa"/>
            <w:vAlign w:val="center"/>
          </w:tcPr>
          <w:p w14:paraId="04C0791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6F1A4D1" w14:textId="77777777" w:rsidR="0085747A" w:rsidRPr="009C54AE" w:rsidRDefault="006702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3EA">
              <w:rPr>
                <w:rFonts w:ascii="Corbel" w:hAnsi="Corbel"/>
                <w:b w:val="0"/>
                <w:sz w:val="24"/>
                <w:szCs w:val="24"/>
              </w:rPr>
              <w:t>Ekonomika i organizacja przedsiębiorstw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0A5AE36E" w14:textId="77777777" w:rsidTr="4BB019A2">
        <w:tc>
          <w:tcPr>
            <w:tcW w:w="2694" w:type="dxa"/>
            <w:vAlign w:val="center"/>
          </w:tcPr>
          <w:p w14:paraId="227065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CEBBA67" w14:textId="77777777" w:rsidR="0085747A" w:rsidRPr="009C54AE" w:rsidRDefault="00310EF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E/I/EP/C.5</w:t>
            </w:r>
          </w:p>
        </w:tc>
      </w:tr>
      <w:tr w:rsidR="0085747A" w:rsidRPr="009C54AE" w14:paraId="3C2339FE" w14:textId="77777777" w:rsidTr="4BB019A2">
        <w:tc>
          <w:tcPr>
            <w:tcW w:w="2694" w:type="dxa"/>
            <w:vAlign w:val="center"/>
          </w:tcPr>
          <w:p w14:paraId="5BD3968D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F4383C6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9F7E286" w14:textId="77777777" w:rsidTr="4BB019A2">
        <w:tc>
          <w:tcPr>
            <w:tcW w:w="2694" w:type="dxa"/>
            <w:vAlign w:val="center"/>
          </w:tcPr>
          <w:p w14:paraId="2E7490C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8E3E5E8" w14:textId="77777777" w:rsidR="0085747A" w:rsidRPr="009C54AE" w:rsidRDefault="00342F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296A3BA" w14:textId="77777777" w:rsidTr="4BB019A2">
        <w:tc>
          <w:tcPr>
            <w:tcW w:w="2694" w:type="dxa"/>
            <w:vAlign w:val="center"/>
          </w:tcPr>
          <w:p w14:paraId="65BA287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1AE30E6" w14:textId="77777777" w:rsidR="0085747A" w:rsidRPr="009C54AE" w:rsidRDefault="006702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268F148" w14:textId="77777777" w:rsidTr="4BB019A2">
        <w:tc>
          <w:tcPr>
            <w:tcW w:w="2694" w:type="dxa"/>
            <w:vAlign w:val="center"/>
          </w:tcPr>
          <w:p w14:paraId="6813C493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9692979" w14:textId="77777777" w:rsidR="0085747A" w:rsidRPr="00342FCC" w:rsidRDefault="00342F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42FCC"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6F91EC44" w14:textId="77777777" w:rsidTr="4BB019A2">
        <w:tc>
          <w:tcPr>
            <w:tcW w:w="2694" w:type="dxa"/>
            <w:vAlign w:val="center"/>
          </w:tcPr>
          <w:p w14:paraId="7EFD275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0DAA8F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71D42E59" w14:textId="77777777" w:rsidTr="4BB019A2">
        <w:tc>
          <w:tcPr>
            <w:tcW w:w="2694" w:type="dxa"/>
            <w:vAlign w:val="center"/>
          </w:tcPr>
          <w:p w14:paraId="4C21DE4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A59CB2C" w14:textId="005339EB" w:rsidR="0085747A" w:rsidRPr="00250712" w:rsidRDefault="00250712" w:rsidP="00342F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50712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0A8C90FB" w14:textId="77777777" w:rsidTr="4BB019A2">
        <w:tc>
          <w:tcPr>
            <w:tcW w:w="2694" w:type="dxa"/>
            <w:vAlign w:val="center"/>
          </w:tcPr>
          <w:p w14:paraId="7403049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2D4033A" w14:textId="77777777" w:rsidR="0085747A" w:rsidRPr="009C54AE" w:rsidRDefault="006702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9C54AE" w14:paraId="5F169F53" w14:textId="77777777" w:rsidTr="4BB019A2">
        <w:tc>
          <w:tcPr>
            <w:tcW w:w="2694" w:type="dxa"/>
            <w:vAlign w:val="center"/>
          </w:tcPr>
          <w:p w14:paraId="4DA2968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1763686" w14:textId="77777777" w:rsidR="0085747A" w:rsidRPr="00342FCC" w:rsidRDefault="0017512A" w:rsidP="00342F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42FCC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756458DF" w14:textId="77777777" w:rsidTr="4BB019A2">
        <w:tc>
          <w:tcPr>
            <w:tcW w:w="2694" w:type="dxa"/>
            <w:vAlign w:val="center"/>
          </w:tcPr>
          <w:p w14:paraId="01EB1BAE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391A499" w14:textId="77777777" w:rsidR="00923D7D" w:rsidRPr="009C54AE" w:rsidRDefault="00342F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6702ED" w:rsidRPr="009C54AE" w14:paraId="40E49A1F" w14:textId="77777777" w:rsidTr="4BB019A2">
        <w:tc>
          <w:tcPr>
            <w:tcW w:w="2694" w:type="dxa"/>
            <w:vAlign w:val="center"/>
          </w:tcPr>
          <w:p w14:paraId="25B26B4F" w14:textId="77777777" w:rsidR="006702ED" w:rsidRPr="009C54AE" w:rsidRDefault="006702ED" w:rsidP="006702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8CB78C3" w14:textId="77777777" w:rsidR="006702ED" w:rsidRPr="009C54AE" w:rsidRDefault="00342FCC" w:rsidP="006702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6702ED">
              <w:rPr>
                <w:rFonts w:ascii="Corbel" w:hAnsi="Corbel"/>
                <w:b w:val="0"/>
                <w:sz w:val="24"/>
                <w:szCs w:val="24"/>
              </w:rPr>
              <w:t>r hab. Katarzyna Szara, prof. UR</w:t>
            </w:r>
          </w:p>
        </w:tc>
      </w:tr>
      <w:tr w:rsidR="006702ED" w:rsidRPr="009C54AE" w14:paraId="3C854430" w14:textId="77777777" w:rsidTr="4BB019A2">
        <w:tc>
          <w:tcPr>
            <w:tcW w:w="2694" w:type="dxa"/>
            <w:vAlign w:val="center"/>
          </w:tcPr>
          <w:p w14:paraId="1CF96377" w14:textId="77777777" w:rsidR="006702ED" w:rsidRPr="009C54AE" w:rsidRDefault="006702ED" w:rsidP="006702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6699BA8" w14:textId="653C9E8B" w:rsidR="006702ED" w:rsidRPr="009C54AE" w:rsidRDefault="00E92A2B" w:rsidP="1FE2B38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92A2B">
              <w:rPr>
                <w:rFonts w:ascii="Corbel" w:hAnsi="Corbel"/>
                <w:b w:val="0"/>
                <w:bCs/>
                <w:sz w:val="24"/>
                <w:szCs w:val="24"/>
              </w:rPr>
              <w:t>dr hab. Katarzyna Szara, prof. UR</w:t>
            </w:r>
            <w:r w:rsidR="51FB90FA" w:rsidRPr="4BB019A2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342FCC" w:rsidRPr="4BB019A2">
              <w:rPr>
                <w:rFonts w:ascii="Corbel" w:hAnsi="Corbel"/>
                <w:b w:val="0"/>
                <w:sz w:val="24"/>
                <w:szCs w:val="24"/>
              </w:rPr>
              <w:t>dr Beata Gierczak-</w:t>
            </w:r>
            <w:r w:rsidR="006702ED" w:rsidRPr="4BB019A2">
              <w:rPr>
                <w:rFonts w:ascii="Corbel" w:hAnsi="Corbel"/>
                <w:b w:val="0"/>
                <w:sz w:val="24"/>
                <w:szCs w:val="24"/>
              </w:rPr>
              <w:t xml:space="preserve">Korzeniowska, mgr Karolina </w:t>
            </w:r>
            <w:r w:rsidR="50192963" w:rsidRPr="4BB019A2">
              <w:rPr>
                <w:rFonts w:ascii="Corbel" w:hAnsi="Corbel"/>
                <w:b w:val="0"/>
                <w:sz w:val="24"/>
                <w:szCs w:val="24"/>
              </w:rPr>
              <w:t>Je</w:t>
            </w:r>
            <w:r w:rsidR="690A63C9" w:rsidRPr="4BB019A2">
              <w:rPr>
                <w:rFonts w:ascii="Corbel" w:hAnsi="Corbel"/>
                <w:b w:val="0"/>
                <w:sz w:val="24"/>
                <w:szCs w:val="24"/>
              </w:rPr>
              <w:t>zierska</w:t>
            </w:r>
          </w:p>
        </w:tc>
      </w:tr>
    </w:tbl>
    <w:p w14:paraId="5F95BC34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342FCC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051311A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342FCC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25D597A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CF972E4" w14:textId="77777777" w:rsidTr="006702E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88A8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457769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C9FD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D156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A2A5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822D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DE2B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F079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3AB9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A711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1196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44AA175" w14:textId="77777777" w:rsidTr="0018469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97E40" w14:textId="77777777" w:rsidR="00015B8F" w:rsidRPr="009C54AE" w:rsidRDefault="006702ED" w:rsidP="001846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D4CE5" w14:textId="54322820" w:rsidR="00015B8F" w:rsidRPr="009C54AE" w:rsidRDefault="0025071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BB964" w14:textId="06F99342" w:rsidR="00015B8F" w:rsidRPr="009C54AE" w:rsidRDefault="0025071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4271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D720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D59D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CE71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9868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A3BC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472F3" w14:textId="77777777" w:rsidR="00015B8F" w:rsidRPr="009C54AE" w:rsidRDefault="006702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E20BC6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8E980E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1031FE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5654001" w14:textId="77777777" w:rsidR="008B17AB" w:rsidRPr="00FD7701" w:rsidRDefault="008B17AB" w:rsidP="008B17A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eastAsia="Calibri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185507C9" w14:textId="77777777" w:rsidR="008B17AB" w:rsidRPr="00FD7701" w:rsidRDefault="008B17AB" w:rsidP="008B17AB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01798F1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F728FDD" w14:textId="081BDFE5" w:rsidR="00E22FBC" w:rsidRPr="009C54AE" w:rsidRDefault="00E22FBC" w:rsidP="14BF265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14BF2656">
        <w:rPr>
          <w:rFonts w:ascii="Corbel" w:hAnsi="Corbel"/>
          <w:smallCaps w:val="0"/>
        </w:rPr>
        <w:t>1.3</w:t>
      </w:r>
      <w:r w:rsidR="00342FCC" w:rsidRPr="14BF2656">
        <w:rPr>
          <w:rFonts w:ascii="Corbel" w:hAnsi="Corbel"/>
          <w:smallCaps w:val="0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14BF2656">
        <w:rPr>
          <w:rFonts w:ascii="Corbel" w:hAnsi="Corbel"/>
          <w:smallCaps w:val="0"/>
        </w:rPr>
        <w:t>For</w:t>
      </w:r>
      <w:r w:rsidR="00445970" w:rsidRPr="14BF2656">
        <w:rPr>
          <w:rFonts w:ascii="Corbel" w:hAnsi="Corbel"/>
          <w:smallCaps w:val="0"/>
        </w:rPr>
        <w:t xml:space="preserve">ma zaliczenia </w:t>
      </w:r>
      <w:r w:rsidR="70BACCF9" w:rsidRPr="14BF2656">
        <w:rPr>
          <w:rFonts w:ascii="Corbel" w:hAnsi="Corbel"/>
          <w:smallCaps w:val="0"/>
        </w:rPr>
        <w:t>przedmiotu (</w:t>
      </w:r>
      <w:r w:rsidRPr="14BF2656">
        <w:rPr>
          <w:rFonts w:ascii="Corbel" w:hAnsi="Corbel"/>
          <w:smallCaps w:val="0"/>
        </w:rPr>
        <w:t xml:space="preserve">z toku) </w:t>
      </w:r>
      <w:r w:rsidRPr="14BF2656">
        <w:rPr>
          <w:rFonts w:ascii="Corbel" w:hAnsi="Corbel"/>
          <w:b w:val="0"/>
          <w:smallCaps w:val="0"/>
        </w:rPr>
        <w:t>(egzamin, zaliczenie z oceną, zaliczenie bez oceny)</w:t>
      </w:r>
    </w:p>
    <w:p w14:paraId="5905E175" w14:textId="77777777" w:rsidR="006702ED" w:rsidRPr="00DD654F" w:rsidRDefault="00342FCC" w:rsidP="006702E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51A7387B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215738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342FCC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3E1BE94B" w14:textId="77777777" w:rsidR="0018469B" w:rsidRPr="009C54AE" w:rsidRDefault="0018469B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B437403" w14:textId="77777777" w:rsidTr="00745302">
        <w:tc>
          <w:tcPr>
            <w:tcW w:w="9670" w:type="dxa"/>
          </w:tcPr>
          <w:p w14:paraId="4FD1B617" w14:textId="77777777" w:rsidR="0085747A" w:rsidRPr="009C54AE" w:rsidRDefault="006702ED" w:rsidP="00342FC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B156F">
              <w:rPr>
                <w:rFonts w:ascii="Corbel" w:hAnsi="Corbel"/>
                <w:b w:val="0"/>
                <w:smallCaps w:val="0"/>
                <w:szCs w:val="24"/>
              </w:rPr>
              <w:t>Student powinien posiadać wiedzę z zakresu mikroekonomii, makroekonomii, podstaw zarządzania oraz umiejętność interpretacji zjawisk ekonomicznych.</w:t>
            </w:r>
          </w:p>
        </w:tc>
      </w:tr>
    </w:tbl>
    <w:p w14:paraId="62AB193A" w14:textId="77777777" w:rsidR="008B17AB" w:rsidRDefault="008B17A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7332955" w14:textId="77777777" w:rsidR="008B17AB" w:rsidRDefault="008B17A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C660E5" w14:textId="58F3ACA5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342FCC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468007C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8B8692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342FCC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5A654D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6702ED" w:rsidRPr="009C54AE" w14:paraId="0842CE70" w14:textId="77777777" w:rsidTr="006702ED">
        <w:tc>
          <w:tcPr>
            <w:tcW w:w="841" w:type="dxa"/>
            <w:vAlign w:val="center"/>
          </w:tcPr>
          <w:p w14:paraId="29123A0A" w14:textId="77777777" w:rsidR="006702ED" w:rsidRPr="002623F7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14:paraId="3B495B5D" w14:textId="77777777" w:rsidR="006702ED" w:rsidRPr="002623F7" w:rsidRDefault="006702ED" w:rsidP="006702ED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FB156F">
              <w:rPr>
                <w:rFonts w:ascii="Corbel" w:eastAsia="Times New Roman" w:hAnsi="Corbel"/>
                <w:sz w:val="24"/>
                <w:szCs w:val="24"/>
                <w:lang w:eastAsia="pl-PL"/>
              </w:rPr>
              <w:t>Z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apoznanie studentów z</w:t>
            </w:r>
            <w:r w:rsidRPr="00FB156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zasadami funkcjonowania przedsiębiorstwa jako całości</w:t>
            </w:r>
            <w:r w:rsidR="00342FCC"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  <w:r w:rsidRPr="00FB156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jak i z funkcjonowaniem poszczególnych jego obszarów. </w:t>
            </w:r>
          </w:p>
        </w:tc>
      </w:tr>
      <w:tr w:rsidR="006702ED" w:rsidRPr="009C54AE" w14:paraId="040DDB27" w14:textId="77777777" w:rsidTr="006702ED">
        <w:tc>
          <w:tcPr>
            <w:tcW w:w="841" w:type="dxa"/>
            <w:vAlign w:val="center"/>
          </w:tcPr>
          <w:p w14:paraId="05F65564" w14:textId="77777777" w:rsidR="006702ED" w:rsidRPr="002623F7" w:rsidRDefault="006702ED" w:rsidP="006702E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623F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5636815E" w14:textId="77777777" w:rsidR="006702ED" w:rsidRPr="002623F7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yjaśnianie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wpływu uwarunkowań zewnętrznych i wewnętrznych na funkcjonowanie przedsiębiorstw.</w:t>
            </w:r>
          </w:p>
        </w:tc>
      </w:tr>
      <w:tr w:rsidR="006702ED" w:rsidRPr="009C54AE" w14:paraId="72761ADD" w14:textId="77777777" w:rsidTr="006702ED">
        <w:tc>
          <w:tcPr>
            <w:tcW w:w="841" w:type="dxa"/>
            <w:vAlign w:val="center"/>
          </w:tcPr>
          <w:p w14:paraId="229D1F24" w14:textId="77777777" w:rsidR="006702ED" w:rsidRPr="002623F7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14:paraId="00C075DC" w14:textId="77777777" w:rsidR="006702ED" w:rsidRPr="002623F7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ypracowanie umiejętności samodz</w:t>
            </w:r>
            <w:r>
              <w:rPr>
                <w:rFonts w:ascii="Corbel" w:hAnsi="Corbel"/>
                <w:b w:val="0"/>
                <w:sz w:val="24"/>
                <w:szCs w:val="24"/>
              </w:rPr>
              <w:t>ielnego, twórczego myślenia.</w:t>
            </w:r>
          </w:p>
        </w:tc>
      </w:tr>
      <w:tr w:rsidR="006702ED" w:rsidRPr="009C54AE" w14:paraId="4337263B" w14:textId="77777777" w:rsidTr="006702ED">
        <w:tc>
          <w:tcPr>
            <w:tcW w:w="841" w:type="dxa"/>
            <w:vAlign w:val="center"/>
          </w:tcPr>
          <w:p w14:paraId="37F174FE" w14:textId="77777777" w:rsidR="006702ED" w:rsidRPr="002623F7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9" w:type="dxa"/>
            <w:vAlign w:val="center"/>
          </w:tcPr>
          <w:p w14:paraId="4521F815" w14:textId="77777777" w:rsidR="006702ED" w:rsidRPr="0094491A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otywowanie do formułowania własnych ocen i poglądów, kształtowanie umiejętności korzystania z literatury przedmiotu oraz jej oceny krytycznej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35C26EC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F210E8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B35F6A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23828E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180F844E" w14:textId="77777777" w:rsidTr="002E2C01">
        <w:tc>
          <w:tcPr>
            <w:tcW w:w="1681" w:type="dxa"/>
            <w:vAlign w:val="center"/>
          </w:tcPr>
          <w:p w14:paraId="2F857B6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2EDD2B8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5DC1B4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E2C01" w:rsidRPr="009C54AE" w14:paraId="4550C086" w14:textId="77777777" w:rsidTr="002E2C01">
        <w:tc>
          <w:tcPr>
            <w:tcW w:w="1681" w:type="dxa"/>
            <w:vAlign w:val="center"/>
          </w:tcPr>
          <w:p w14:paraId="26537496" w14:textId="77777777" w:rsidR="002E2C01" w:rsidRPr="00E42D65" w:rsidRDefault="002E2C01" w:rsidP="002E2C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2D65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  <w:vAlign w:val="center"/>
          </w:tcPr>
          <w:p w14:paraId="6AAC6692" w14:textId="77777777" w:rsidR="002E2C01" w:rsidRPr="009C54AE" w:rsidRDefault="002E2C01" w:rsidP="002E2C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Wymienia i wyjaśnia podstawowe definicje z zakresu ekonomiki przedsiębiorstwa</w:t>
            </w:r>
            <w:r w:rsidR="0018469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72E7E533" w14:textId="77777777" w:rsidR="002E2C01" w:rsidRPr="009C54AE" w:rsidRDefault="002E2C01" w:rsidP="00342F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2E2C01" w:rsidRPr="009C54AE" w14:paraId="1D35309B" w14:textId="77777777" w:rsidTr="002E2C01">
        <w:tc>
          <w:tcPr>
            <w:tcW w:w="1681" w:type="dxa"/>
          </w:tcPr>
          <w:p w14:paraId="45F6BD34" w14:textId="77777777" w:rsidR="002E2C01" w:rsidRPr="009C54AE" w:rsidRDefault="002E2C01" w:rsidP="002E2C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25C55CA4" w14:textId="77777777" w:rsidR="002E2C01" w:rsidRPr="009C54AE" w:rsidRDefault="002E2C01" w:rsidP="00342FC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Wymienia i charakteryzuje podstawowe formy organizacyjno</w:t>
            </w:r>
            <w:r w:rsidR="00342FCC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prawne</w:t>
            </w:r>
            <w:r w:rsidR="0018469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1F7FD6DF" w14:textId="77777777" w:rsidR="002E2C01" w:rsidRPr="002E2C01" w:rsidRDefault="002E2C01" w:rsidP="00342FC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E2C01">
              <w:rPr>
                <w:rFonts w:ascii="Corbel" w:hAnsi="Corbel" w:cs="Times New Roman"/>
                <w:color w:val="auto"/>
              </w:rPr>
              <w:t>K_W0</w:t>
            </w:r>
            <w:r>
              <w:rPr>
                <w:rFonts w:ascii="Corbel" w:hAnsi="Corbel" w:cs="Times New Roman"/>
                <w:color w:val="auto"/>
              </w:rPr>
              <w:t>5</w:t>
            </w:r>
          </w:p>
          <w:p w14:paraId="0662F3F2" w14:textId="77777777" w:rsidR="002E2C01" w:rsidRPr="002E2C01" w:rsidRDefault="002E2C01" w:rsidP="00342FC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E2C01">
              <w:rPr>
                <w:rFonts w:ascii="Corbel" w:hAnsi="Corbel" w:cs="Times New Roman"/>
                <w:color w:val="auto"/>
              </w:rPr>
              <w:t>K_W</w:t>
            </w:r>
            <w:r>
              <w:rPr>
                <w:rFonts w:ascii="Corbel" w:hAnsi="Corbel" w:cs="Times New Roman"/>
                <w:color w:val="auto"/>
              </w:rPr>
              <w:t>07</w:t>
            </w:r>
          </w:p>
        </w:tc>
      </w:tr>
      <w:tr w:rsidR="002E2C01" w:rsidRPr="009C54AE" w14:paraId="43F010CC" w14:textId="77777777" w:rsidTr="002E2C01">
        <w:tc>
          <w:tcPr>
            <w:tcW w:w="1681" w:type="dxa"/>
          </w:tcPr>
          <w:p w14:paraId="1C966BCC" w14:textId="77777777" w:rsidR="002E2C01" w:rsidRPr="009C54AE" w:rsidRDefault="002E2C01" w:rsidP="002E2C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51B24182" w14:textId="77777777" w:rsidR="002E2C01" w:rsidRPr="001D2387" w:rsidRDefault="002E2C01" w:rsidP="002E2C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6563D">
              <w:rPr>
                <w:rFonts w:ascii="Corbel" w:hAnsi="Corbel"/>
                <w:b w:val="0"/>
                <w:smallCaps w:val="0"/>
                <w:szCs w:val="24"/>
              </w:rPr>
              <w:t>Analizuje czynniki wpływające na funkcjonowanie przedsiębiorstw</w:t>
            </w:r>
            <w:r w:rsidR="0018469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3E87EE3F" w14:textId="77777777" w:rsidR="002E2C01" w:rsidRPr="002E2C01" w:rsidRDefault="002E2C01" w:rsidP="00342FC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E2C01">
              <w:rPr>
                <w:rFonts w:ascii="Corbel" w:hAnsi="Corbel" w:cs="Times New Roman"/>
                <w:color w:val="auto"/>
              </w:rPr>
              <w:t>K_U0</w:t>
            </w:r>
            <w:r>
              <w:rPr>
                <w:rFonts w:ascii="Corbel" w:hAnsi="Corbel" w:cs="Times New Roman"/>
                <w:color w:val="auto"/>
              </w:rPr>
              <w:t>1</w:t>
            </w:r>
          </w:p>
          <w:p w14:paraId="7FCBAE71" w14:textId="77777777" w:rsidR="002E2C01" w:rsidRPr="002E2C01" w:rsidRDefault="002E2C01" w:rsidP="00342FC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E2C01">
              <w:rPr>
                <w:rFonts w:ascii="Corbel" w:hAnsi="Corbel" w:cs="Times New Roman"/>
                <w:color w:val="auto"/>
              </w:rPr>
              <w:t>K_U0</w:t>
            </w:r>
            <w:r>
              <w:rPr>
                <w:rFonts w:ascii="Corbel" w:hAnsi="Corbel" w:cs="Times New Roman"/>
                <w:color w:val="auto"/>
              </w:rPr>
              <w:t>4</w:t>
            </w:r>
          </w:p>
        </w:tc>
      </w:tr>
      <w:tr w:rsidR="002E2C01" w:rsidRPr="009C54AE" w14:paraId="0C189441" w14:textId="77777777" w:rsidTr="00836F8D">
        <w:tc>
          <w:tcPr>
            <w:tcW w:w="1681" w:type="dxa"/>
            <w:shd w:val="clear" w:color="auto" w:fill="auto"/>
          </w:tcPr>
          <w:p w14:paraId="6BC143BD" w14:textId="77777777" w:rsidR="002E2C01" w:rsidRPr="00836F8D" w:rsidRDefault="002E2C01" w:rsidP="002E2C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6F8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shd w:val="clear" w:color="auto" w:fill="auto"/>
          </w:tcPr>
          <w:p w14:paraId="70509D7F" w14:textId="77777777" w:rsidR="002E2C01" w:rsidRPr="00836F8D" w:rsidRDefault="002E2C01" w:rsidP="002E2C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36F8D">
              <w:rPr>
                <w:rFonts w:ascii="Corbel" w:hAnsi="Corbel"/>
                <w:b w:val="0"/>
                <w:smallCaps w:val="0"/>
                <w:szCs w:val="24"/>
              </w:rPr>
              <w:t>Jest gotowy do poznawania zmieniających się warunków gospodarowania</w:t>
            </w:r>
            <w:r w:rsidR="0018469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shd w:val="clear" w:color="auto" w:fill="auto"/>
          </w:tcPr>
          <w:p w14:paraId="5FB70A72" w14:textId="77777777" w:rsidR="002E2C01" w:rsidRPr="00836F8D" w:rsidRDefault="002E2C01" w:rsidP="00342FC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36F8D">
              <w:rPr>
                <w:rFonts w:ascii="Corbel" w:hAnsi="Corbel" w:cs="Times New Roman"/>
                <w:color w:val="auto"/>
              </w:rPr>
              <w:t>K_K01</w:t>
            </w:r>
          </w:p>
        </w:tc>
      </w:tr>
    </w:tbl>
    <w:p w14:paraId="25FC371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DB2189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B35F6A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CA261FC" w14:textId="77777777" w:rsidR="0018469B" w:rsidRPr="009C54AE" w:rsidRDefault="0018469B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C95B286" w14:textId="77777777" w:rsidR="0085747A" w:rsidRPr="009C54AE" w:rsidRDefault="0085747A" w:rsidP="009C54AE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5EE9E71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0BA2BAA" w14:textId="77777777" w:rsidTr="002E2C01">
        <w:tc>
          <w:tcPr>
            <w:tcW w:w="9520" w:type="dxa"/>
          </w:tcPr>
          <w:p w14:paraId="4E410DC5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E2C01" w:rsidRPr="009C54AE" w14:paraId="6E3ECC6E" w14:textId="77777777" w:rsidTr="002E2C01">
        <w:tc>
          <w:tcPr>
            <w:tcW w:w="9520" w:type="dxa"/>
          </w:tcPr>
          <w:p w14:paraId="7129DE37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Miejsce i rola ekonomiki i organizacji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70920940" w14:textId="77777777" w:rsidTr="002E2C01">
        <w:tc>
          <w:tcPr>
            <w:tcW w:w="9520" w:type="dxa"/>
          </w:tcPr>
          <w:p w14:paraId="7A3579E4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Warunki zewnętrzne i determinanty wewnętrzne funkcjonowania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3492BC57" w14:textId="77777777" w:rsidTr="002E2C01">
        <w:tc>
          <w:tcPr>
            <w:tcW w:w="9520" w:type="dxa"/>
          </w:tcPr>
          <w:p w14:paraId="2D79CBF8" w14:textId="77777777" w:rsidR="002E2C01" w:rsidRPr="00C65F1C" w:rsidRDefault="002E2C01" w:rsidP="0018469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Możliwości prowadzenia działalności gospodarczej w wybranych formach prawno</w:t>
            </w:r>
            <w:r w:rsidR="0018469B">
              <w:rPr>
                <w:rFonts w:ascii="Corbel" w:hAnsi="Corbel"/>
                <w:sz w:val="24"/>
                <w:szCs w:val="24"/>
              </w:rPr>
              <w:t>-</w:t>
            </w:r>
            <w:r w:rsidRPr="00C65F1C">
              <w:rPr>
                <w:rFonts w:ascii="Corbel" w:hAnsi="Corbel"/>
                <w:sz w:val="24"/>
                <w:szCs w:val="24"/>
              </w:rPr>
              <w:t>organizacyjnych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2A16A726" w14:textId="77777777" w:rsidTr="002E2C01">
        <w:tc>
          <w:tcPr>
            <w:tcW w:w="9520" w:type="dxa"/>
          </w:tcPr>
          <w:p w14:paraId="7C5027E0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Rola interesariuszy w działalności przedsiębiorstwa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0EAC7439" w14:textId="77777777" w:rsidTr="002E2C01">
        <w:tc>
          <w:tcPr>
            <w:tcW w:w="9520" w:type="dxa"/>
          </w:tcPr>
          <w:p w14:paraId="42173080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Kapitał ludzki, intelektualny, społeczny w przedsiębiorstwie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7ADF8431" w14:textId="77777777" w:rsidTr="002E2C01">
        <w:tc>
          <w:tcPr>
            <w:tcW w:w="9520" w:type="dxa"/>
          </w:tcPr>
          <w:p w14:paraId="08F35A65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B</w:t>
            </w:r>
            <w:r>
              <w:rPr>
                <w:rFonts w:ascii="Corbel" w:hAnsi="Corbel"/>
                <w:sz w:val="24"/>
                <w:szCs w:val="24"/>
              </w:rPr>
              <w:t>iznes społecznie odpowiedzialny.</w:t>
            </w:r>
          </w:p>
        </w:tc>
      </w:tr>
      <w:tr w:rsidR="002E2C01" w:rsidRPr="009C54AE" w14:paraId="715F4981" w14:textId="77777777" w:rsidTr="002E2C01">
        <w:tc>
          <w:tcPr>
            <w:tcW w:w="9520" w:type="dxa"/>
          </w:tcPr>
          <w:p w14:paraId="6BDF5225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Przedsiębiorstwo na rynku globalnym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12787A16" w14:textId="77777777" w:rsidTr="002E2C01">
        <w:tc>
          <w:tcPr>
            <w:tcW w:w="9520" w:type="dxa"/>
          </w:tcPr>
          <w:p w14:paraId="6F93C1A3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Przedsiębiorstwo w gospodarce opartej na wiedzy.</w:t>
            </w:r>
          </w:p>
        </w:tc>
      </w:tr>
    </w:tbl>
    <w:p w14:paraId="32F058D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98BED97" w14:textId="77777777" w:rsidR="0085747A" w:rsidRPr="009C54AE" w:rsidRDefault="0085747A" w:rsidP="009C54AE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826A561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BE08BD5" w14:textId="77777777" w:rsidTr="002E2C01">
        <w:tc>
          <w:tcPr>
            <w:tcW w:w="9520" w:type="dxa"/>
          </w:tcPr>
          <w:p w14:paraId="1DA346D1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E2C01" w:rsidRPr="009C54AE" w14:paraId="78C60C19" w14:textId="77777777" w:rsidTr="002E2C01">
        <w:tc>
          <w:tcPr>
            <w:tcW w:w="9520" w:type="dxa"/>
          </w:tcPr>
          <w:p w14:paraId="10611DEF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Determinanty działalności przedsiębiorstwa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6A33393A" w14:textId="77777777" w:rsidTr="002E2C01">
        <w:tc>
          <w:tcPr>
            <w:tcW w:w="9520" w:type="dxa"/>
          </w:tcPr>
          <w:p w14:paraId="60CB16B6" w14:textId="77777777" w:rsidR="002E2C01" w:rsidRPr="00C65F1C" w:rsidRDefault="002E2C01" w:rsidP="0018469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lastRenderedPageBreak/>
              <w:t>Wybór formy prawno</w:t>
            </w:r>
            <w:r w:rsidR="0018469B">
              <w:rPr>
                <w:rFonts w:ascii="Corbel" w:hAnsi="Corbel"/>
                <w:sz w:val="24"/>
                <w:szCs w:val="24"/>
              </w:rPr>
              <w:t>-</w:t>
            </w:r>
            <w:r w:rsidRPr="00C65F1C">
              <w:rPr>
                <w:rFonts w:ascii="Corbel" w:hAnsi="Corbel"/>
                <w:sz w:val="24"/>
                <w:szCs w:val="24"/>
              </w:rPr>
              <w:t>organizacyjnej prowadzenia działalności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63FE8370" w14:textId="77777777" w:rsidTr="002E2C01">
        <w:tc>
          <w:tcPr>
            <w:tcW w:w="9520" w:type="dxa"/>
          </w:tcPr>
          <w:p w14:paraId="4A27629A" w14:textId="77777777" w:rsidR="002E2C01" w:rsidRPr="00E42D65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Zasoby przedsiębiorstwa</w:t>
            </w:r>
            <w:r w:rsidR="0018469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02EF9109" w14:textId="77777777" w:rsidTr="002E2C01">
        <w:tc>
          <w:tcPr>
            <w:tcW w:w="9520" w:type="dxa"/>
          </w:tcPr>
          <w:p w14:paraId="36054331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Przychody i koszty w przedsiębiorstwie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60F23D65" w14:textId="77777777" w:rsidTr="002E2C01">
        <w:tc>
          <w:tcPr>
            <w:tcW w:w="9520" w:type="dxa"/>
          </w:tcPr>
          <w:p w14:paraId="3B9BBEC4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Charakterystyka działalności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162D8A37" w14:textId="77777777" w:rsidTr="002E2C01">
        <w:tc>
          <w:tcPr>
            <w:tcW w:w="9520" w:type="dxa"/>
          </w:tcPr>
          <w:p w14:paraId="482A3484" w14:textId="77777777" w:rsidR="002E2C01" w:rsidRPr="009968D9" w:rsidRDefault="002E2C01" w:rsidP="002E2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D65">
              <w:rPr>
                <w:rFonts w:ascii="Corbel" w:hAnsi="Corbel"/>
                <w:sz w:val="24"/>
                <w:szCs w:val="24"/>
              </w:rPr>
              <w:t xml:space="preserve">Bilans </w:t>
            </w:r>
            <w:proofErr w:type="spellStart"/>
            <w:r w:rsidRPr="00E42D65">
              <w:rPr>
                <w:rFonts w:ascii="Corbel" w:hAnsi="Corbel"/>
                <w:sz w:val="24"/>
                <w:szCs w:val="24"/>
              </w:rPr>
              <w:t>zdolności</w:t>
            </w:r>
            <w:proofErr w:type="spellEnd"/>
            <w:r w:rsidRPr="00E42D65">
              <w:rPr>
                <w:rFonts w:ascii="Corbel" w:hAnsi="Corbel"/>
                <w:sz w:val="24"/>
                <w:szCs w:val="24"/>
              </w:rPr>
              <w:t xml:space="preserve"> produkcyjnych </w:t>
            </w:r>
            <w:proofErr w:type="spellStart"/>
            <w:r w:rsidRPr="00E42D65">
              <w:rPr>
                <w:rFonts w:ascii="Corbel" w:hAnsi="Corbel"/>
                <w:sz w:val="24"/>
                <w:szCs w:val="24"/>
              </w:rPr>
              <w:t>przedsiębiorstwa</w:t>
            </w:r>
            <w:proofErr w:type="spellEnd"/>
            <w:r w:rsidR="0018469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0F08DFD0" w14:textId="77777777" w:rsidTr="002E2C01">
        <w:tc>
          <w:tcPr>
            <w:tcW w:w="9520" w:type="dxa"/>
          </w:tcPr>
          <w:p w14:paraId="6C1C26C9" w14:textId="77777777" w:rsidR="002E2C01" w:rsidRPr="009968D9" w:rsidRDefault="002E2C01" w:rsidP="002E2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68D9">
              <w:rPr>
                <w:rFonts w:ascii="Corbel" w:hAnsi="Corbel"/>
                <w:sz w:val="24"/>
                <w:szCs w:val="24"/>
              </w:rPr>
              <w:t>Działalność usługowa</w:t>
            </w:r>
            <w:r w:rsidR="0018469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3A44D933" w14:textId="77777777" w:rsidTr="002E2C01">
        <w:tc>
          <w:tcPr>
            <w:tcW w:w="9520" w:type="dxa"/>
          </w:tcPr>
          <w:p w14:paraId="627EEC87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Gospodarka materiałowa i magazynowa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7739522E" w14:textId="77777777" w:rsidTr="002E2C01">
        <w:tc>
          <w:tcPr>
            <w:tcW w:w="9520" w:type="dxa"/>
          </w:tcPr>
          <w:p w14:paraId="7E4D516A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Ekonomika gospodarowania zasobami ludzkimi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7F8B273C" w14:textId="77777777" w:rsidTr="002E2C01">
        <w:tc>
          <w:tcPr>
            <w:tcW w:w="9520" w:type="dxa"/>
          </w:tcPr>
          <w:p w14:paraId="6D12A685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Rozwijanie kompetencji pracowniczych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2FF5A94C" w14:textId="77777777" w:rsidTr="002E2C01">
        <w:tc>
          <w:tcPr>
            <w:tcW w:w="9520" w:type="dxa"/>
          </w:tcPr>
          <w:p w14:paraId="186D30CB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6352D">
              <w:rPr>
                <w:rFonts w:ascii="Corbel" w:hAnsi="Corbel"/>
                <w:sz w:val="24"/>
                <w:szCs w:val="24"/>
              </w:rPr>
              <w:t>Współpraca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289E0795" w14:textId="77777777" w:rsidTr="002E2C01">
        <w:tc>
          <w:tcPr>
            <w:tcW w:w="9520" w:type="dxa"/>
          </w:tcPr>
          <w:p w14:paraId="7E6CA25F" w14:textId="77777777" w:rsidR="002E2C01" w:rsidRPr="00E42D65" w:rsidRDefault="002E2C01" w:rsidP="00184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D65">
              <w:rPr>
                <w:rFonts w:ascii="Corbel" w:hAnsi="Corbel"/>
                <w:sz w:val="24"/>
                <w:szCs w:val="24"/>
              </w:rPr>
              <w:t xml:space="preserve">Wpływ </w:t>
            </w:r>
            <w:proofErr w:type="spellStart"/>
            <w:r w:rsidRPr="00E42D65">
              <w:rPr>
                <w:rFonts w:ascii="Corbel" w:hAnsi="Corbel"/>
                <w:sz w:val="24"/>
                <w:szCs w:val="24"/>
              </w:rPr>
              <w:t>postępu</w:t>
            </w:r>
            <w:proofErr w:type="spellEnd"/>
            <w:r w:rsidRPr="00E42D65">
              <w:rPr>
                <w:rFonts w:ascii="Corbel" w:hAnsi="Corbel"/>
                <w:sz w:val="24"/>
                <w:szCs w:val="24"/>
              </w:rPr>
              <w:t xml:space="preserve"> naukowo</w:t>
            </w:r>
            <w:r w:rsidR="0018469B">
              <w:rPr>
                <w:rFonts w:ascii="Corbel" w:hAnsi="Corbel"/>
                <w:sz w:val="24"/>
                <w:szCs w:val="24"/>
              </w:rPr>
              <w:t>-</w:t>
            </w:r>
            <w:r w:rsidRPr="00E42D65">
              <w:rPr>
                <w:rFonts w:ascii="Corbel" w:hAnsi="Corbel"/>
                <w:sz w:val="24"/>
                <w:szCs w:val="24"/>
              </w:rPr>
              <w:t xml:space="preserve">technicznego na </w:t>
            </w:r>
            <w:proofErr w:type="spellStart"/>
            <w:r w:rsidRPr="00E42D65">
              <w:rPr>
                <w:rFonts w:ascii="Corbel" w:hAnsi="Corbel"/>
                <w:sz w:val="24"/>
                <w:szCs w:val="24"/>
              </w:rPr>
              <w:t>działalnośc</w:t>
            </w:r>
            <w:proofErr w:type="spellEnd"/>
            <w:r w:rsidRPr="00E42D65">
              <w:rPr>
                <w:rFonts w:ascii="Corbel" w:hAnsi="Corbel"/>
                <w:sz w:val="24"/>
                <w:szCs w:val="24"/>
              </w:rPr>
              <w:t xml:space="preserve">́ </w:t>
            </w:r>
            <w:proofErr w:type="spellStart"/>
            <w:r w:rsidRPr="00E42D65">
              <w:rPr>
                <w:rFonts w:ascii="Corbel" w:hAnsi="Corbel"/>
                <w:sz w:val="24"/>
                <w:szCs w:val="24"/>
              </w:rPr>
              <w:t>przedsiębiorstwa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  <w:r w:rsidRPr="00E42D6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2E2C01" w:rsidRPr="009C54AE" w14:paraId="72B5CF83" w14:textId="77777777" w:rsidTr="002E2C01">
        <w:tc>
          <w:tcPr>
            <w:tcW w:w="9520" w:type="dxa"/>
          </w:tcPr>
          <w:p w14:paraId="5195965A" w14:textId="77777777" w:rsidR="002E2C01" w:rsidRPr="00E42D65" w:rsidRDefault="002E2C01" w:rsidP="002E2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D65">
              <w:rPr>
                <w:rFonts w:ascii="Corbel" w:hAnsi="Corbel"/>
                <w:sz w:val="24"/>
                <w:szCs w:val="24"/>
              </w:rPr>
              <w:t xml:space="preserve">Koncentracja i specjalizacja </w:t>
            </w:r>
            <w:proofErr w:type="spellStart"/>
            <w:r w:rsidRPr="00E42D65">
              <w:rPr>
                <w:rFonts w:ascii="Corbel" w:hAnsi="Corbel"/>
                <w:sz w:val="24"/>
                <w:szCs w:val="24"/>
              </w:rPr>
              <w:t>działalności</w:t>
            </w:r>
            <w:proofErr w:type="spellEnd"/>
            <w:r w:rsidRPr="00E42D65">
              <w:rPr>
                <w:rFonts w:ascii="Corbel" w:hAnsi="Corbel"/>
                <w:sz w:val="24"/>
                <w:szCs w:val="24"/>
              </w:rPr>
              <w:t xml:space="preserve"> w </w:t>
            </w:r>
            <w:proofErr w:type="spellStart"/>
            <w:r w:rsidRPr="00E42D65">
              <w:rPr>
                <w:rFonts w:ascii="Corbel" w:hAnsi="Corbel"/>
                <w:sz w:val="24"/>
                <w:szCs w:val="24"/>
              </w:rPr>
              <w:t>przedsiębiorstwie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  <w:r w:rsidRPr="00E42D6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2E2C01" w:rsidRPr="009C54AE" w14:paraId="074ADAD8" w14:textId="77777777" w:rsidTr="002E2C01">
        <w:tc>
          <w:tcPr>
            <w:tcW w:w="9520" w:type="dxa"/>
          </w:tcPr>
          <w:p w14:paraId="43E6C61B" w14:textId="77777777" w:rsidR="002E2C01" w:rsidRPr="00E42D65" w:rsidRDefault="002E2C01" w:rsidP="002E2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Mincho" w:eastAsia="MS Mincho" w:hAnsi="MS Mincho" w:cs="MS Mincho"/>
                <w:sz w:val="24"/>
                <w:szCs w:val="24"/>
              </w:rPr>
            </w:pPr>
            <w:r w:rsidRPr="00E42D65">
              <w:rPr>
                <w:rFonts w:ascii="Corbel" w:hAnsi="Corbel"/>
                <w:sz w:val="24"/>
                <w:szCs w:val="24"/>
              </w:rPr>
              <w:t xml:space="preserve">Dywersyfikacja </w:t>
            </w:r>
            <w:proofErr w:type="spellStart"/>
            <w:r w:rsidRPr="00E42D65">
              <w:rPr>
                <w:rFonts w:ascii="Corbel" w:hAnsi="Corbel"/>
                <w:sz w:val="24"/>
                <w:szCs w:val="24"/>
              </w:rPr>
              <w:t>działalności</w:t>
            </w:r>
            <w:proofErr w:type="spellEnd"/>
            <w:r w:rsidRPr="00E42D65">
              <w:rPr>
                <w:rFonts w:ascii="Corbel" w:hAnsi="Corbel"/>
                <w:sz w:val="24"/>
                <w:szCs w:val="24"/>
              </w:rPr>
              <w:t xml:space="preserve"> w </w:t>
            </w:r>
            <w:proofErr w:type="spellStart"/>
            <w:r w:rsidRPr="00E42D65">
              <w:rPr>
                <w:rFonts w:ascii="Corbel" w:hAnsi="Corbel"/>
                <w:sz w:val="24"/>
                <w:szCs w:val="24"/>
              </w:rPr>
              <w:t>przedsiębiorstwie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  <w:r w:rsidRPr="00E42D65">
              <w:rPr>
                <w:rFonts w:ascii="MS Mincho" w:eastAsia="MS Mincho" w:hAnsi="MS Mincho" w:cs="MS Mincho"/>
                <w:sz w:val="24"/>
                <w:szCs w:val="24"/>
              </w:rPr>
              <w:t> </w:t>
            </w:r>
          </w:p>
        </w:tc>
      </w:tr>
      <w:tr w:rsidR="002E2C01" w:rsidRPr="009C54AE" w14:paraId="4F17FDB6" w14:textId="77777777" w:rsidTr="002E2C01">
        <w:tc>
          <w:tcPr>
            <w:tcW w:w="9520" w:type="dxa"/>
          </w:tcPr>
          <w:p w14:paraId="5DBA4C8F" w14:textId="77777777" w:rsidR="002E2C01" w:rsidRPr="00C65F1C" w:rsidRDefault="00CA284D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MSP na rynku p</w:t>
            </w:r>
            <w:r w:rsidR="002E2C01" w:rsidRPr="00C65F1C">
              <w:rPr>
                <w:rFonts w:ascii="Corbel" w:hAnsi="Corbel"/>
                <w:sz w:val="24"/>
                <w:szCs w:val="24"/>
              </w:rPr>
              <w:t>olskim</w:t>
            </w:r>
            <w:r w:rsidR="002E2C0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66D214E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83CE4B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B35F6A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131EA24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449CA5" w14:textId="77777777" w:rsidR="002E2C01" w:rsidRDefault="002E2C01" w:rsidP="002E2C0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multimedialną, dyskusja.</w:t>
      </w:r>
    </w:p>
    <w:p w14:paraId="783A1C69" w14:textId="77777777" w:rsidR="00E960BB" w:rsidRPr="002E2C01" w:rsidRDefault="002E2C01" w:rsidP="00E9217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</w:t>
      </w:r>
      <w:r w:rsidR="001C59FF">
        <w:rPr>
          <w:rFonts w:ascii="Corbel" w:hAnsi="Corbel"/>
          <w:b w:val="0"/>
          <w:smallCaps w:val="0"/>
          <w:szCs w:val="24"/>
        </w:rPr>
        <w:t>:</w:t>
      </w:r>
      <w:r>
        <w:rPr>
          <w:rFonts w:ascii="Corbel" w:hAnsi="Corbel"/>
          <w:b w:val="0"/>
          <w:smallCaps w:val="0"/>
          <w:szCs w:val="24"/>
        </w:rPr>
        <w:t xml:space="preserve"> praca w grupach, rozwi</w:t>
      </w:r>
      <w:r w:rsidR="00E92173">
        <w:rPr>
          <w:rFonts w:ascii="Corbel" w:hAnsi="Corbel"/>
          <w:b w:val="0"/>
          <w:smallCaps w:val="0"/>
          <w:szCs w:val="24"/>
        </w:rPr>
        <w:t>ą</w:t>
      </w:r>
      <w:r>
        <w:rPr>
          <w:rFonts w:ascii="Corbel" w:hAnsi="Corbel"/>
          <w:b w:val="0"/>
          <w:smallCaps w:val="0"/>
          <w:szCs w:val="24"/>
        </w:rPr>
        <w:t xml:space="preserve">zywanie zadań, </w:t>
      </w:r>
      <w:r w:rsidR="00D078C8">
        <w:rPr>
          <w:rFonts w:ascii="Corbel" w:hAnsi="Corbel"/>
          <w:b w:val="0"/>
          <w:smallCaps w:val="0"/>
          <w:szCs w:val="24"/>
        </w:rPr>
        <w:t xml:space="preserve">analiza tekstów z </w:t>
      </w:r>
      <w:r>
        <w:rPr>
          <w:rFonts w:ascii="Corbel" w:hAnsi="Corbel"/>
          <w:b w:val="0"/>
          <w:smallCaps w:val="0"/>
          <w:szCs w:val="24"/>
        </w:rPr>
        <w:t>dyskusj</w:t>
      </w:r>
      <w:r w:rsidR="00D078C8">
        <w:rPr>
          <w:rFonts w:ascii="Corbel" w:hAnsi="Corbel"/>
          <w:b w:val="0"/>
          <w:smallCaps w:val="0"/>
          <w:szCs w:val="24"/>
        </w:rPr>
        <w:t>ą</w:t>
      </w:r>
      <w:r w:rsidR="00E92173">
        <w:rPr>
          <w:rFonts w:ascii="Corbel" w:hAnsi="Corbel"/>
          <w:b w:val="0"/>
          <w:smallCaps w:val="0"/>
          <w:szCs w:val="24"/>
        </w:rPr>
        <w:t xml:space="preserve"> </w:t>
      </w:r>
      <w:r w:rsidR="00E92173" w:rsidRPr="009C54AE">
        <w:rPr>
          <w:rFonts w:ascii="Corbel" w:hAnsi="Corbel"/>
          <w:b w:val="0"/>
          <w:smallCaps w:val="0"/>
          <w:szCs w:val="24"/>
        </w:rPr>
        <w:t xml:space="preserve">w formie tradycyjnej </w:t>
      </w:r>
      <w:r w:rsidR="00E92173" w:rsidRPr="009F1407">
        <w:rPr>
          <w:rFonts w:ascii="Corbel" w:hAnsi="Corbel"/>
          <w:b w:val="0"/>
          <w:smallCaps w:val="0"/>
          <w:szCs w:val="24"/>
        </w:rPr>
        <w:t>lub realizowan</w:t>
      </w:r>
      <w:r w:rsidR="00E92173">
        <w:rPr>
          <w:rFonts w:ascii="Corbel" w:hAnsi="Corbel"/>
          <w:b w:val="0"/>
          <w:smallCaps w:val="0"/>
          <w:szCs w:val="24"/>
        </w:rPr>
        <w:t>e</w:t>
      </w:r>
      <w:r w:rsidR="00E92173" w:rsidRPr="009F1407">
        <w:rPr>
          <w:rFonts w:ascii="Corbel" w:hAnsi="Corbel"/>
          <w:b w:val="0"/>
          <w:smallCaps w:val="0"/>
          <w:szCs w:val="24"/>
        </w:rPr>
        <w:t xml:space="preserve"> przy pomocy platformy MS </w:t>
      </w:r>
      <w:proofErr w:type="spellStart"/>
      <w:r w:rsidR="00E92173" w:rsidRPr="009F1407">
        <w:rPr>
          <w:rFonts w:ascii="Corbel" w:hAnsi="Corbel"/>
          <w:b w:val="0"/>
          <w:smallCaps w:val="0"/>
          <w:szCs w:val="24"/>
        </w:rPr>
        <w:t>Teams</w:t>
      </w:r>
      <w:proofErr w:type="spellEnd"/>
      <w:r w:rsidR="00E92173">
        <w:rPr>
          <w:rFonts w:ascii="Corbel" w:hAnsi="Corbel"/>
          <w:b w:val="0"/>
          <w:smallCaps w:val="0"/>
          <w:szCs w:val="24"/>
        </w:rPr>
        <w:t>.</w:t>
      </w:r>
    </w:p>
    <w:p w14:paraId="6860EA5E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90C0CA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4E9A8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88B969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E1D25BB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B35F6A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F3D289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55DC78CB" w14:textId="77777777" w:rsidTr="4BB019A2">
        <w:tc>
          <w:tcPr>
            <w:tcW w:w="1962" w:type="dxa"/>
            <w:vAlign w:val="center"/>
          </w:tcPr>
          <w:p w14:paraId="484BD2EC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FE770F1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CE492CA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7DFFC9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6E90E7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E2C01" w:rsidRPr="009C54AE" w14:paraId="0C8302C2" w14:textId="77777777" w:rsidTr="4BB019A2">
        <w:tc>
          <w:tcPr>
            <w:tcW w:w="1962" w:type="dxa"/>
          </w:tcPr>
          <w:p w14:paraId="0612D8DE" w14:textId="77777777" w:rsidR="002E2C01" w:rsidRPr="009C54AE" w:rsidRDefault="0018469B" w:rsidP="002E2C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2E2C01" w:rsidRPr="009C54AE">
              <w:rPr>
                <w:rFonts w:ascii="Corbel" w:hAnsi="Corbel"/>
                <w:b w:val="0"/>
                <w:szCs w:val="24"/>
              </w:rPr>
              <w:t>01</w:t>
            </w:r>
          </w:p>
        </w:tc>
        <w:tc>
          <w:tcPr>
            <w:tcW w:w="5441" w:type="dxa"/>
          </w:tcPr>
          <w:p w14:paraId="1C167D50" w14:textId="0B57CB70" w:rsidR="002E2C01" w:rsidRPr="00603281" w:rsidRDefault="00B35F6A" w:rsidP="4BB019A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4BB019A2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002E2C01" w:rsidRPr="4BB019A2">
              <w:rPr>
                <w:rFonts w:ascii="Corbel" w:hAnsi="Corbel"/>
                <w:b w:val="0"/>
                <w:smallCaps w:val="0"/>
                <w:color w:val="000000" w:themeColor="text1"/>
              </w:rPr>
              <w:t>olokwium, praca grupowa</w:t>
            </w:r>
            <w:r w:rsidR="0FAD7B60" w:rsidRPr="4BB019A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</w:t>
            </w:r>
            <w:r w:rsidR="002E2C01" w:rsidRPr="4BB019A2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zajęć, egzamin pisemny</w:t>
            </w:r>
          </w:p>
        </w:tc>
        <w:tc>
          <w:tcPr>
            <w:tcW w:w="2117" w:type="dxa"/>
          </w:tcPr>
          <w:p w14:paraId="25D2368A" w14:textId="77777777" w:rsidR="002E2C01" w:rsidRPr="002E2C01" w:rsidRDefault="00B35F6A" w:rsidP="002E2C01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w</w:t>
            </w:r>
            <w:r w:rsidR="002E2C01" w:rsidRPr="002E2C01">
              <w:rPr>
                <w:rFonts w:ascii="Corbel" w:hAnsi="Corbel"/>
                <w:color w:val="000000"/>
                <w:sz w:val="24"/>
                <w:szCs w:val="24"/>
              </w:rPr>
              <w:t>ykład, ćwiczenia</w:t>
            </w:r>
          </w:p>
        </w:tc>
      </w:tr>
      <w:tr w:rsidR="002E2C01" w:rsidRPr="009C54AE" w14:paraId="0402168F" w14:textId="77777777" w:rsidTr="4BB019A2">
        <w:tc>
          <w:tcPr>
            <w:tcW w:w="1962" w:type="dxa"/>
          </w:tcPr>
          <w:p w14:paraId="190D8FEA" w14:textId="77777777" w:rsidR="002E2C01" w:rsidRPr="009C54AE" w:rsidRDefault="00836F8D" w:rsidP="002E2C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2E2C01" w:rsidRPr="009C54AE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441" w:type="dxa"/>
          </w:tcPr>
          <w:p w14:paraId="3856C9C4" w14:textId="02337017" w:rsidR="002E2C01" w:rsidRPr="00603281" w:rsidRDefault="00B35F6A" w:rsidP="4BB019A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4BB019A2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002E2C01" w:rsidRPr="4BB019A2">
              <w:rPr>
                <w:rFonts w:ascii="Corbel" w:hAnsi="Corbel"/>
                <w:b w:val="0"/>
                <w:smallCaps w:val="0"/>
                <w:color w:val="000000" w:themeColor="text1"/>
              </w:rPr>
              <w:t>olokwium, praca grupowa</w:t>
            </w:r>
            <w:r w:rsidR="0831E195" w:rsidRPr="4BB019A2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="002E2C01" w:rsidRPr="4BB019A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obserwacja w trakcie zajęć, egzamin pisemny</w:t>
            </w:r>
          </w:p>
        </w:tc>
        <w:tc>
          <w:tcPr>
            <w:tcW w:w="2117" w:type="dxa"/>
          </w:tcPr>
          <w:p w14:paraId="74874229" w14:textId="77777777" w:rsidR="002E2C01" w:rsidRPr="002E2C01" w:rsidRDefault="00B35F6A" w:rsidP="002E2C01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w</w:t>
            </w:r>
            <w:r w:rsidR="002E2C01" w:rsidRPr="002E2C01">
              <w:rPr>
                <w:rFonts w:ascii="Corbel" w:hAnsi="Corbel"/>
                <w:color w:val="000000"/>
                <w:sz w:val="24"/>
                <w:szCs w:val="24"/>
              </w:rPr>
              <w:t>ykład, ćwiczenia</w:t>
            </w:r>
          </w:p>
        </w:tc>
      </w:tr>
      <w:tr w:rsidR="002E2C01" w:rsidRPr="009C54AE" w14:paraId="17DF293F" w14:textId="77777777" w:rsidTr="4BB019A2">
        <w:tc>
          <w:tcPr>
            <w:tcW w:w="1962" w:type="dxa"/>
          </w:tcPr>
          <w:p w14:paraId="5F282292" w14:textId="77777777" w:rsidR="002E2C01" w:rsidRPr="009C54AE" w:rsidRDefault="002E2C01" w:rsidP="00836F8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21C324D7" w14:textId="77777777" w:rsidR="002E2C01" w:rsidRPr="00603281" w:rsidRDefault="00B35F6A" w:rsidP="001713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="002E2C01"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raca grupowa, </w:t>
            </w:r>
            <w:r w:rsidR="002E2C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w trakcie zajęć.</w:t>
            </w:r>
          </w:p>
        </w:tc>
        <w:tc>
          <w:tcPr>
            <w:tcW w:w="2117" w:type="dxa"/>
          </w:tcPr>
          <w:p w14:paraId="566911DD" w14:textId="77777777" w:rsidR="002E2C01" w:rsidRPr="009C54AE" w:rsidRDefault="00B35F6A" w:rsidP="002E2C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="002E2C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wiczenia</w:t>
            </w:r>
          </w:p>
        </w:tc>
      </w:tr>
      <w:tr w:rsidR="002E2C01" w:rsidRPr="009C54AE" w14:paraId="05FFC31F" w14:textId="77777777" w:rsidTr="4BB019A2">
        <w:tc>
          <w:tcPr>
            <w:tcW w:w="1962" w:type="dxa"/>
          </w:tcPr>
          <w:p w14:paraId="673E272F" w14:textId="77777777" w:rsidR="002E2C01" w:rsidRPr="009C54AE" w:rsidRDefault="002E2C01" w:rsidP="00836F8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567212FC" w14:textId="77777777" w:rsidR="002E2C01" w:rsidRPr="00603281" w:rsidRDefault="00B35F6A" w:rsidP="001713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="002E2C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bserwacja postawy, ocena pr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ezentowanego stanowiska, opinii</w:t>
            </w:r>
          </w:p>
        </w:tc>
        <w:tc>
          <w:tcPr>
            <w:tcW w:w="2117" w:type="dxa"/>
          </w:tcPr>
          <w:p w14:paraId="714F3060" w14:textId="77777777" w:rsidR="002E2C01" w:rsidRPr="009C54AE" w:rsidRDefault="00B35F6A" w:rsidP="002E2C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="002E2C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wiczenia</w:t>
            </w:r>
          </w:p>
        </w:tc>
      </w:tr>
    </w:tbl>
    <w:p w14:paraId="3FED33A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E2B09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18469B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89E139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F3B8A1C" w14:textId="77777777" w:rsidTr="52FD03CA">
        <w:tc>
          <w:tcPr>
            <w:tcW w:w="9670" w:type="dxa"/>
          </w:tcPr>
          <w:p w14:paraId="735F739E" w14:textId="77777777" w:rsidR="005F0AD2" w:rsidRDefault="005F0AD2" w:rsidP="005F0AD2">
            <w:pPr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4A34E98F">
              <w:rPr>
                <w:rFonts w:ascii="Corbel" w:hAnsi="Corbel"/>
                <w:color w:val="000000" w:themeColor="text1"/>
                <w:sz w:val="24"/>
                <w:szCs w:val="24"/>
              </w:rPr>
              <w:t>Zaliczenie ćwiczeń jest wypadkową:</w:t>
            </w:r>
          </w:p>
          <w:p w14:paraId="2FE37487" w14:textId="77777777" w:rsidR="005F0AD2" w:rsidRDefault="005F0AD2" w:rsidP="005F0AD2">
            <w:pPr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>– pracy pisemnej</w:t>
            </w: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</w:t>
            </w:r>
            <w:r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>na ocenę pozytywną student musi uzyskać 51% wym</w:t>
            </w:r>
            <w:r w:rsidRPr="26F80357">
              <w:rPr>
                <w:rFonts w:ascii="Corbel" w:hAnsi="Corbel"/>
                <w:sz w:val="24"/>
                <w:szCs w:val="24"/>
              </w:rPr>
              <w:t>aganych punktów,</w:t>
            </w:r>
            <w:r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</w:p>
          <w:p w14:paraId="43FA29E5" w14:textId="77777777" w:rsidR="005F0AD2" w:rsidRDefault="005F0AD2" w:rsidP="005F0AD2">
            <w:pPr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>-</w:t>
            </w: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a także </w:t>
            </w: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prac indywidualnych i zespołowych oraz </w:t>
            </w:r>
            <w:r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>obecnoś</w:t>
            </w: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>ci</w:t>
            </w:r>
            <w:r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na zajęciach</w:t>
            </w: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>.</w:t>
            </w:r>
          </w:p>
          <w:p w14:paraId="25F91230" w14:textId="6F2621A3" w:rsidR="0085747A" w:rsidRPr="002537CD" w:rsidRDefault="005F0AD2" w:rsidP="005F0AD2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52FD03C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Egzamin pisemny (podstawą oceny pozytywnej jest uzyskanie 51% wymaganych punktów). </w:t>
            </w:r>
            <w:r w:rsidRPr="52FD03C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51%- 60% =3.0, 61%-70%=3.5, 71%-80%=4.0, 81%-90%=4.5, 91%-100%=5.0</w:t>
            </w:r>
          </w:p>
        </w:tc>
      </w:tr>
    </w:tbl>
    <w:p w14:paraId="0A2E49BD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CF8AEA" w14:textId="77777777" w:rsidR="0018469B" w:rsidRPr="009C54AE" w:rsidRDefault="0018469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10EFC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1CB64A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5F478F8F" w14:textId="77777777" w:rsidTr="003E1941">
        <w:tc>
          <w:tcPr>
            <w:tcW w:w="4962" w:type="dxa"/>
            <w:vAlign w:val="center"/>
          </w:tcPr>
          <w:p w14:paraId="22E25AA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0BD753D" w14:textId="510DEBA5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A3117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3ABF36A" w14:textId="77777777" w:rsidTr="00923D7D">
        <w:tc>
          <w:tcPr>
            <w:tcW w:w="4962" w:type="dxa"/>
          </w:tcPr>
          <w:p w14:paraId="575B381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183ADB5" w14:textId="22EFA99B" w:rsidR="0085747A" w:rsidRPr="009C54AE" w:rsidRDefault="00250712" w:rsidP="00027B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C61DC5" w:rsidRPr="009C54AE" w14:paraId="0786E06A" w14:textId="77777777" w:rsidTr="00923D7D">
        <w:tc>
          <w:tcPr>
            <w:tcW w:w="4962" w:type="dxa"/>
          </w:tcPr>
          <w:p w14:paraId="46A5EA3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6184A5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CE85161" w14:textId="77777777" w:rsidR="00C61DC5" w:rsidRPr="009C54AE" w:rsidRDefault="00027BDF" w:rsidP="00027B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1493A178" w14:textId="77777777" w:rsidTr="00923D7D">
        <w:tc>
          <w:tcPr>
            <w:tcW w:w="4962" w:type="dxa"/>
          </w:tcPr>
          <w:p w14:paraId="512EDCBE" w14:textId="5195A59F" w:rsidR="00C61DC5" w:rsidRPr="009C54AE" w:rsidRDefault="00C61DC5" w:rsidP="008B17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B17A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egzaminu)</w:t>
            </w:r>
          </w:p>
        </w:tc>
        <w:tc>
          <w:tcPr>
            <w:tcW w:w="4677" w:type="dxa"/>
          </w:tcPr>
          <w:p w14:paraId="0DD73832" w14:textId="6A6BB2D8" w:rsidR="00C61DC5" w:rsidRPr="009C54AE" w:rsidRDefault="00250712" w:rsidP="00027B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69</w:t>
            </w:r>
          </w:p>
        </w:tc>
      </w:tr>
      <w:tr w:rsidR="0085747A" w:rsidRPr="009C54AE" w14:paraId="3B8EAC5C" w14:textId="77777777" w:rsidTr="00923D7D">
        <w:tc>
          <w:tcPr>
            <w:tcW w:w="4962" w:type="dxa"/>
          </w:tcPr>
          <w:p w14:paraId="7EA6411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B1D3BDF" w14:textId="77777777" w:rsidR="0085747A" w:rsidRPr="009C54AE" w:rsidRDefault="00027BDF" w:rsidP="00027B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2757BAA8" w14:textId="77777777" w:rsidTr="00923D7D">
        <w:tc>
          <w:tcPr>
            <w:tcW w:w="4962" w:type="dxa"/>
          </w:tcPr>
          <w:p w14:paraId="6B7710C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1CC57F9" w14:textId="77777777" w:rsidR="0085747A" w:rsidRPr="009C54AE" w:rsidRDefault="00027BDF" w:rsidP="00027B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BA098A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656F95F" w14:textId="77777777" w:rsidR="0018469B" w:rsidRPr="009C54AE" w:rsidRDefault="0018469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A95F3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9B6B98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4B00C4D6" w14:textId="77777777" w:rsidTr="00A31170">
        <w:trPr>
          <w:trHeight w:val="397"/>
        </w:trPr>
        <w:tc>
          <w:tcPr>
            <w:tcW w:w="2359" w:type="pct"/>
          </w:tcPr>
          <w:p w14:paraId="21F8C6F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FF4BCED" w14:textId="77777777" w:rsidR="0085747A" w:rsidRPr="009C54AE" w:rsidRDefault="00B35F6A" w:rsidP="00B35F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2C88615" w14:textId="77777777" w:rsidTr="00A31170">
        <w:trPr>
          <w:trHeight w:val="397"/>
        </w:trPr>
        <w:tc>
          <w:tcPr>
            <w:tcW w:w="2359" w:type="pct"/>
          </w:tcPr>
          <w:p w14:paraId="778C1F6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9EA90F" w14:textId="77777777" w:rsidR="0085747A" w:rsidRPr="009C54AE" w:rsidRDefault="00B35F6A" w:rsidP="00B35F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1CCA11B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24D5B9B" w14:textId="77777777" w:rsidR="0018469B" w:rsidRPr="009C54AE" w:rsidRDefault="0018469B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C0182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06AAD7C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733F6A24" w14:textId="77777777" w:rsidTr="2DD6E431">
        <w:trPr>
          <w:trHeight w:val="397"/>
        </w:trPr>
        <w:tc>
          <w:tcPr>
            <w:tcW w:w="5000" w:type="pct"/>
          </w:tcPr>
          <w:p w14:paraId="778E65C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CE38D8A" w14:textId="77777777" w:rsidR="00704CA0" w:rsidRPr="003501E7" w:rsidRDefault="001C59FF" w:rsidP="0018469B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Duraj J., </w:t>
            </w:r>
            <w:r w:rsidR="00704CA0" w:rsidRPr="003501E7">
              <w:rPr>
                <w:rFonts w:ascii="Corbel" w:hAnsi="Corbel"/>
                <w:b w:val="0"/>
                <w:smallCaps w:val="0"/>
                <w:szCs w:val="24"/>
              </w:rPr>
              <w:t xml:space="preserve">Podstawy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ekonomiki przedsiębiorstwa</w:t>
            </w:r>
            <w:r w:rsidR="00B35F6A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PWE</w:t>
            </w:r>
            <w:r w:rsidR="00704CA0" w:rsidRPr="003501E7">
              <w:rPr>
                <w:rFonts w:ascii="Corbel" w:hAnsi="Corbel"/>
                <w:b w:val="0"/>
                <w:smallCaps w:val="0"/>
                <w:szCs w:val="24"/>
              </w:rPr>
              <w:t>,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arszawa</w:t>
            </w:r>
            <w:r w:rsidR="00704CA0" w:rsidRPr="003501E7">
              <w:rPr>
                <w:rFonts w:ascii="Corbel" w:hAnsi="Corbel"/>
                <w:b w:val="0"/>
                <w:smallCaps w:val="0"/>
                <w:szCs w:val="24"/>
              </w:rPr>
              <w:t xml:space="preserve"> 200</w:t>
            </w:r>
            <w:r w:rsidR="00310EF9"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="00704CA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0B99F8E" w14:textId="77777777" w:rsidR="00D078C8" w:rsidRPr="00D078C8" w:rsidRDefault="00D078C8" w:rsidP="0018469B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501E7">
              <w:rPr>
                <w:rFonts w:ascii="Corbel" w:hAnsi="Corbel"/>
                <w:b w:val="0"/>
                <w:smallCaps w:val="0"/>
                <w:szCs w:val="24"/>
              </w:rPr>
              <w:t>Dębski D., Ekonomika i organizacja przedsiębiorstw, WSIP, Warszawa 2012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C2ADBCF" w14:textId="77777777" w:rsidR="00704CA0" w:rsidRPr="00D078C8" w:rsidRDefault="00D078C8" w:rsidP="0018469B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501E7">
              <w:rPr>
                <w:rFonts w:ascii="Corbel" w:hAnsi="Corbel"/>
                <w:b w:val="0"/>
                <w:smallCaps w:val="0"/>
                <w:szCs w:val="24"/>
              </w:rPr>
              <w:t xml:space="preserve">Ekonomika przedsiębiorstw, red. J. </w:t>
            </w:r>
            <w:proofErr w:type="spellStart"/>
            <w:r w:rsidRPr="003501E7">
              <w:rPr>
                <w:rFonts w:ascii="Corbel" w:hAnsi="Corbel"/>
                <w:b w:val="0"/>
                <w:smallCaps w:val="0"/>
                <w:szCs w:val="24"/>
              </w:rPr>
              <w:t>Engelhardt</w:t>
            </w:r>
            <w:proofErr w:type="spellEnd"/>
            <w:r w:rsidRPr="003501E7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3501E7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3501E7">
              <w:rPr>
                <w:rFonts w:ascii="Corbel" w:hAnsi="Corbel"/>
                <w:b w:val="0"/>
                <w:smallCaps w:val="0"/>
                <w:szCs w:val="24"/>
              </w:rPr>
              <w:t>, Warszawa 2011.</w:t>
            </w:r>
          </w:p>
        </w:tc>
      </w:tr>
      <w:tr w:rsidR="0085747A" w:rsidRPr="009C54AE" w14:paraId="76843F74" w14:textId="77777777" w:rsidTr="2DD6E431">
        <w:trPr>
          <w:trHeight w:val="397"/>
        </w:trPr>
        <w:tc>
          <w:tcPr>
            <w:tcW w:w="5000" w:type="pct"/>
          </w:tcPr>
          <w:p w14:paraId="62D7CE07" w14:textId="77777777" w:rsidR="0085747A" w:rsidRDefault="0085747A" w:rsidP="2DD6E4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Literatura uzupełniająca: </w:t>
            </w:r>
          </w:p>
          <w:p w14:paraId="0C07D290" w14:textId="77777777" w:rsidR="00704CA0" w:rsidRDefault="00704CA0" w:rsidP="2DD6E431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Mierzejewska</w:t>
            </w:r>
            <w:r w:rsidR="00B35F6A"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-</w:t>
            </w:r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Majcherek J.</w:t>
            </w:r>
            <w:r w:rsidR="00B35F6A"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</w:t>
            </w:r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Ekonomika przedsiębiorstw, </w:t>
            </w:r>
            <w:proofErr w:type="spellStart"/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Difin</w:t>
            </w:r>
            <w:proofErr w:type="spellEnd"/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Warszawa 2009</w:t>
            </w:r>
            <w:r w:rsidR="00B35F6A"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.</w:t>
            </w:r>
          </w:p>
          <w:p w14:paraId="4F55C967" w14:textId="0D156925" w:rsidR="00D078C8" w:rsidRPr="00D078C8" w:rsidRDefault="00D078C8" w:rsidP="2DD6E431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Nasalski Z., Ekonomika i organizacja przedsiębiorstw</w:t>
            </w:r>
            <w:r w:rsidR="00B35F6A"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</w:t>
            </w:r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Uniwersytet Warmińsko</w:t>
            </w:r>
            <w:r w:rsidR="00B35F6A"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-</w:t>
            </w:r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Mazurski w Olsztynie, 2006</w:t>
            </w:r>
            <w:r w:rsidR="00B35F6A"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.</w:t>
            </w:r>
          </w:p>
          <w:p w14:paraId="2325A6FF" w14:textId="7BF99848" w:rsidR="00D078C8" w:rsidRPr="00D078C8" w:rsidRDefault="1F62F869" w:rsidP="2DD6E431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Gierczak-Korzeniowska B., 2017, The </w:t>
            </w:r>
            <w:proofErr w:type="spellStart"/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impact</w:t>
            </w:r>
            <w:proofErr w:type="spellEnd"/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of </w:t>
            </w:r>
            <w:proofErr w:type="spellStart"/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benchlearning</w:t>
            </w:r>
            <w:proofErr w:type="spellEnd"/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on the </w:t>
            </w:r>
            <w:proofErr w:type="spellStart"/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value</w:t>
            </w:r>
            <w:proofErr w:type="spellEnd"/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of </w:t>
            </w:r>
            <w:proofErr w:type="spellStart"/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human</w:t>
            </w:r>
            <w:proofErr w:type="spellEnd"/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proofErr w:type="spellStart"/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capital</w:t>
            </w:r>
            <w:proofErr w:type="spellEnd"/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. </w:t>
            </w:r>
            <w:proofErr w:type="spellStart"/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Reflections</w:t>
            </w:r>
            <w:proofErr w:type="spellEnd"/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on </w:t>
            </w:r>
            <w:proofErr w:type="spellStart"/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an</w:t>
            </w:r>
            <w:proofErr w:type="spellEnd"/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proofErr w:type="spellStart"/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airline</w:t>
            </w:r>
            <w:proofErr w:type="spellEnd"/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proofErr w:type="spellStart"/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case</w:t>
            </w:r>
            <w:proofErr w:type="spellEnd"/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proofErr w:type="spellStart"/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study</w:t>
            </w:r>
            <w:proofErr w:type="spellEnd"/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“Nierówności społeczne a wzrost gospodarczy”, nr 51</w:t>
            </w:r>
          </w:p>
        </w:tc>
      </w:tr>
    </w:tbl>
    <w:p w14:paraId="4A83358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A98DE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B6B00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26DD10" w14:textId="77777777" w:rsidR="00E51F63" w:rsidRDefault="00E51F63" w:rsidP="00C16ABF">
      <w:pPr>
        <w:spacing w:after="0" w:line="240" w:lineRule="auto"/>
      </w:pPr>
      <w:r>
        <w:separator/>
      </w:r>
    </w:p>
  </w:endnote>
  <w:endnote w:type="continuationSeparator" w:id="0">
    <w:p w14:paraId="69995645" w14:textId="77777777" w:rsidR="00E51F63" w:rsidRDefault="00E51F6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F562AA" w14:textId="77777777" w:rsidR="00E51F63" w:rsidRDefault="00E51F63" w:rsidP="00C16ABF">
      <w:pPr>
        <w:spacing w:after="0" w:line="240" w:lineRule="auto"/>
      </w:pPr>
      <w:r>
        <w:separator/>
      </w:r>
    </w:p>
  </w:footnote>
  <w:footnote w:type="continuationSeparator" w:id="0">
    <w:p w14:paraId="35B374C3" w14:textId="77777777" w:rsidR="00E51F63" w:rsidRDefault="00E51F63" w:rsidP="00C16ABF">
      <w:pPr>
        <w:spacing w:after="0" w:line="240" w:lineRule="auto"/>
      </w:pPr>
      <w:r>
        <w:continuationSeparator/>
      </w:r>
    </w:p>
  </w:footnote>
  <w:footnote w:id="1">
    <w:p w14:paraId="2C7E7C5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B460C"/>
    <w:multiLevelType w:val="hybridMultilevel"/>
    <w:tmpl w:val="1BD28B28"/>
    <w:lvl w:ilvl="0" w:tplc="F12016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3DAB7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4E2D9D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327C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EA498E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842B0C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51407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10617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44ACA1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064A4C"/>
    <w:multiLevelType w:val="hybridMultilevel"/>
    <w:tmpl w:val="2ED4FED8"/>
    <w:lvl w:ilvl="0" w:tplc="413624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52A065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D0228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CE30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2C47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888F7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84E1A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DA8A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F096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D0795F"/>
    <w:multiLevelType w:val="hybridMultilevel"/>
    <w:tmpl w:val="11568C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FD2923"/>
    <w:multiLevelType w:val="hybridMultilevel"/>
    <w:tmpl w:val="A984A5CE"/>
    <w:lvl w:ilvl="0" w:tplc="533C9B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0B411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8D4A4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582F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AAB62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9227D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683CE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A037B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86E24C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B12145"/>
    <w:multiLevelType w:val="hybridMultilevel"/>
    <w:tmpl w:val="1BF4EA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0510245">
    <w:abstractNumId w:val="1"/>
  </w:num>
  <w:num w:numId="2" w16cid:durableId="489365509">
    <w:abstractNumId w:val="4"/>
  </w:num>
  <w:num w:numId="3" w16cid:durableId="602882617">
    <w:abstractNumId w:val="0"/>
  </w:num>
  <w:num w:numId="4" w16cid:durableId="1378549916">
    <w:abstractNumId w:val="2"/>
  </w:num>
  <w:num w:numId="5" w16cid:durableId="345326482">
    <w:abstractNumId w:val="5"/>
  </w:num>
  <w:num w:numId="6" w16cid:durableId="332800908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7BDF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FBD7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336"/>
    <w:rsid w:val="001718A7"/>
    <w:rsid w:val="0017326B"/>
    <w:rsid w:val="001737CF"/>
    <w:rsid w:val="0017512A"/>
    <w:rsid w:val="00176083"/>
    <w:rsid w:val="0018469B"/>
    <w:rsid w:val="00192F37"/>
    <w:rsid w:val="001A70D2"/>
    <w:rsid w:val="001C59FF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0712"/>
    <w:rsid w:val="002537CD"/>
    <w:rsid w:val="002656C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2C01"/>
    <w:rsid w:val="002F02A3"/>
    <w:rsid w:val="002F4ABE"/>
    <w:rsid w:val="003018BA"/>
    <w:rsid w:val="0030395F"/>
    <w:rsid w:val="00305C92"/>
    <w:rsid w:val="00310EF9"/>
    <w:rsid w:val="003151C5"/>
    <w:rsid w:val="003343CF"/>
    <w:rsid w:val="00342FCC"/>
    <w:rsid w:val="00346FE9"/>
    <w:rsid w:val="0034759A"/>
    <w:rsid w:val="003503F6"/>
    <w:rsid w:val="003530DD"/>
    <w:rsid w:val="00363F78"/>
    <w:rsid w:val="003A0A5B"/>
    <w:rsid w:val="003A1176"/>
    <w:rsid w:val="003A7311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122C"/>
    <w:rsid w:val="00445970"/>
    <w:rsid w:val="00461EFC"/>
    <w:rsid w:val="004652C2"/>
    <w:rsid w:val="004706D1"/>
    <w:rsid w:val="00471326"/>
    <w:rsid w:val="0047598D"/>
    <w:rsid w:val="00476EC0"/>
    <w:rsid w:val="004840FD"/>
    <w:rsid w:val="00490F7D"/>
    <w:rsid w:val="00491678"/>
    <w:rsid w:val="004968E2"/>
    <w:rsid w:val="004A09C9"/>
    <w:rsid w:val="004A29D4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0AD2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638B3"/>
    <w:rsid w:val="006702ED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4CA0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2CB3"/>
    <w:rsid w:val="0081554D"/>
    <w:rsid w:val="0081707E"/>
    <w:rsid w:val="00827895"/>
    <w:rsid w:val="00836F8D"/>
    <w:rsid w:val="008449B3"/>
    <w:rsid w:val="008552A2"/>
    <w:rsid w:val="0085747A"/>
    <w:rsid w:val="00884922"/>
    <w:rsid w:val="00885F64"/>
    <w:rsid w:val="008917F9"/>
    <w:rsid w:val="008A45F7"/>
    <w:rsid w:val="008B17AB"/>
    <w:rsid w:val="008C0CC0"/>
    <w:rsid w:val="008C19A9"/>
    <w:rsid w:val="008C379D"/>
    <w:rsid w:val="008C5147"/>
    <w:rsid w:val="008C5359"/>
    <w:rsid w:val="008C5363"/>
    <w:rsid w:val="008D3DFB"/>
    <w:rsid w:val="008E399D"/>
    <w:rsid w:val="008E64F4"/>
    <w:rsid w:val="008F12C9"/>
    <w:rsid w:val="008F6E29"/>
    <w:rsid w:val="00913D70"/>
    <w:rsid w:val="00916188"/>
    <w:rsid w:val="00923D7D"/>
    <w:rsid w:val="009508DF"/>
    <w:rsid w:val="00950DAC"/>
    <w:rsid w:val="00954A07"/>
    <w:rsid w:val="0095771F"/>
    <w:rsid w:val="00984B23"/>
    <w:rsid w:val="00991867"/>
    <w:rsid w:val="00997F14"/>
    <w:rsid w:val="009A2C94"/>
    <w:rsid w:val="009A78D9"/>
    <w:rsid w:val="009C3E31"/>
    <w:rsid w:val="009C54AE"/>
    <w:rsid w:val="009C788E"/>
    <w:rsid w:val="009D25B5"/>
    <w:rsid w:val="009D3F3B"/>
    <w:rsid w:val="009E0543"/>
    <w:rsid w:val="009E3B41"/>
    <w:rsid w:val="009F2110"/>
    <w:rsid w:val="009F3C5C"/>
    <w:rsid w:val="009F4610"/>
    <w:rsid w:val="00A00ECC"/>
    <w:rsid w:val="00A155EE"/>
    <w:rsid w:val="00A2245B"/>
    <w:rsid w:val="00A30110"/>
    <w:rsid w:val="00A3117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29F2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56ED"/>
    <w:rsid w:val="00B3130B"/>
    <w:rsid w:val="00B35F6A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17D"/>
    <w:rsid w:val="00CA284D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78C8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0BDA"/>
    <w:rsid w:val="00DA2114"/>
    <w:rsid w:val="00DA6057"/>
    <w:rsid w:val="00DC6D0C"/>
    <w:rsid w:val="00DE09C0"/>
    <w:rsid w:val="00DE4A14"/>
    <w:rsid w:val="00DF320D"/>
    <w:rsid w:val="00DF42BE"/>
    <w:rsid w:val="00DF71C8"/>
    <w:rsid w:val="00E129B8"/>
    <w:rsid w:val="00E20067"/>
    <w:rsid w:val="00E21E7D"/>
    <w:rsid w:val="00E22FBC"/>
    <w:rsid w:val="00E24BF5"/>
    <w:rsid w:val="00E25338"/>
    <w:rsid w:val="00E51E44"/>
    <w:rsid w:val="00E51F63"/>
    <w:rsid w:val="00E63348"/>
    <w:rsid w:val="00E661B9"/>
    <w:rsid w:val="00E742AA"/>
    <w:rsid w:val="00E77E88"/>
    <w:rsid w:val="00E8107D"/>
    <w:rsid w:val="00E92173"/>
    <w:rsid w:val="00E92A2B"/>
    <w:rsid w:val="00E960BB"/>
    <w:rsid w:val="00EA2074"/>
    <w:rsid w:val="00EA4832"/>
    <w:rsid w:val="00EA4E9D"/>
    <w:rsid w:val="00EC4899"/>
    <w:rsid w:val="00ED03AB"/>
    <w:rsid w:val="00ED21E8"/>
    <w:rsid w:val="00ED32D2"/>
    <w:rsid w:val="00EE288B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1A29"/>
    <w:rsid w:val="00FD503F"/>
    <w:rsid w:val="00FD7589"/>
    <w:rsid w:val="00FF016A"/>
    <w:rsid w:val="00FF1401"/>
    <w:rsid w:val="00FF5E7D"/>
    <w:rsid w:val="01892866"/>
    <w:rsid w:val="019A4961"/>
    <w:rsid w:val="0831E195"/>
    <w:rsid w:val="0FAD7B60"/>
    <w:rsid w:val="10AB47B7"/>
    <w:rsid w:val="14BF2656"/>
    <w:rsid w:val="15D0DD62"/>
    <w:rsid w:val="172BA437"/>
    <w:rsid w:val="1897F46F"/>
    <w:rsid w:val="1AE81684"/>
    <w:rsid w:val="1B25DA43"/>
    <w:rsid w:val="1F0D75F9"/>
    <w:rsid w:val="1F62F869"/>
    <w:rsid w:val="1FE2B38D"/>
    <w:rsid w:val="2290E7B9"/>
    <w:rsid w:val="22D3D28F"/>
    <w:rsid w:val="26F80357"/>
    <w:rsid w:val="2DD6E431"/>
    <w:rsid w:val="3820C7EA"/>
    <w:rsid w:val="398F7980"/>
    <w:rsid w:val="3E61EFE9"/>
    <w:rsid w:val="421252D7"/>
    <w:rsid w:val="445933EE"/>
    <w:rsid w:val="4A34E98F"/>
    <w:rsid w:val="4BB019A2"/>
    <w:rsid w:val="4C729480"/>
    <w:rsid w:val="4E0F37F2"/>
    <w:rsid w:val="4FECFAC3"/>
    <w:rsid w:val="50192963"/>
    <w:rsid w:val="51FB90FA"/>
    <w:rsid w:val="52FD03CA"/>
    <w:rsid w:val="57369448"/>
    <w:rsid w:val="5D19E938"/>
    <w:rsid w:val="6430605F"/>
    <w:rsid w:val="662151C8"/>
    <w:rsid w:val="690A63C9"/>
    <w:rsid w:val="694929C1"/>
    <w:rsid w:val="6D4A5AD4"/>
    <w:rsid w:val="6D5B609B"/>
    <w:rsid w:val="6DE8827E"/>
    <w:rsid w:val="70BACCF9"/>
    <w:rsid w:val="788B82A3"/>
    <w:rsid w:val="7894F320"/>
    <w:rsid w:val="7BA25066"/>
    <w:rsid w:val="7CF15735"/>
    <w:rsid w:val="7FFE51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45F36"/>
  <w15:docId w15:val="{326E4793-51D4-4E42-8E2F-C520A0B4C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Domylnaczcionkaakapitu"/>
    <w:rsid w:val="002537CD"/>
  </w:style>
  <w:style w:type="character" w:styleId="Odwoaniedokomentarza">
    <w:name w:val="annotation reference"/>
    <w:basedOn w:val="Domylnaczcionkaakapitu"/>
    <w:uiPriority w:val="99"/>
    <w:semiHidden/>
    <w:unhideWhenUsed/>
    <w:rsid w:val="00913D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3D7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3D70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3D7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3D70"/>
    <w:rPr>
      <w:rFonts w:ascii="Calibri" w:hAnsi="Calibri"/>
      <w:b/>
      <w:bCs/>
      <w:lang w:eastAsia="en-US"/>
    </w:rPr>
  </w:style>
  <w:style w:type="paragraph" w:customStyle="1" w:styleId="paragraph">
    <w:name w:val="paragraph"/>
    <w:basedOn w:val="Normalny"/>
    <w:rsid w:val="008B17A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B17AB"/>
  </w:style>
  <w:style w:type="character" w:customStyle="1" w:styleId="spellingerror">
    <w:name w:val="spellingerror"/>
    <w:basedOn w:val="Domylnaczcionkaakapitu"/>
    <w:rsid w:val="008B17AB"/>
  </w:style>
  <w:style w:type="character" w:customStyle="1" w:styleId="eop">
    <w:name w:val="eop"/>
    <w:basedOn w:val="Domylnaczcionkaakapitu"/>
    <w:rsid w:val="008B17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917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87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00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37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F351F76-4F39-48A0-9E1C-EB3D4026E38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FFAE450-F994-423D-ADEF-8EDA153BEA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9EC8D39-DAE7-4FAC-8AE0-6F20C095A11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D5435FD-DD0D-4C75-90D0-C2F3F0BE65B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4</Pages>
  <Words>916</Words>
  <Characters>5499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Szara Katarzyna</cp:lastModifiedBy>
  <cp:revision>42</cp:revision>
  <cp:lastPrinted>2019-02-06T12:12:00Z</cp:lastPrinted>
  <dcterms:created xsi:type="dcterms:W3CDTF">2020-10-18T14:22:00Z</dcterms:created>
  <dcterms:modified xsi:type="dcterms:W3CDTF">2022-06-01T05:18:00Z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